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AF2E4999182436F9D2C3BAA3209B91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F35DC3" w:rsidP="00CF0EF4">
          <w:pPr>
            <w:pStyle w:val="Tituldatum"/>
          </w:pPr>
          <w:r w:rsidRPr="00F35DC3">
            <w:rPr>
              <w:rStyle w:val="Nzevakce"/>
            </w:rPr>
            <w:t>Výstavba PZS (P4374) v km 25,603 trati Lipová Lázně – Javorník ve Slezsku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</w:t>
      </w:r>
      <w:r w:rsidRPr="00843E44">
        <w:t xml:space="preserve">vydání: </w:t>
      </w:r>
      <w:r w:rsidRPr="00843E44">
        <w:tab/>
      </w:r>
      <w:r w:rsidR="00843E44" w:rsidRPr="00843E44">
        <w:t>9</w:t>
      </w:r>
      <w:r w:rsidRPr="00843E44">
        <w:t xml:space="preserve">. </w:t>
      </w:r>
      <w:r w:rsidR="00F35DC3" w:rsidRPr="00843E44">
        <w:t>4</w:t>
      </w:r>
      <w:r w:rsidRPr="00843E44">
        <w:t>. 20</w:t>
      </w:r>
      <w:r w:rsidR="00A616BE" w:rsidRPr="00843E44">
        <w:t>2</w:t>
      </w:r>
      <w:r w:rsidR="00F35DC3" w:rsidRPr="00843E44">
        <w:t>4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43E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43E4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43E4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43E4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43E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43E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843E4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0008ED" w:rsidRDefault="00BD7E91" w:rsidP="008D03B9">
      <w:r>
        <w:fldChar w:fldCharType="end"/>
      </w:r>
    </w:p>
    <w:p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náklady na veškerá pojištění;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umístění materiálů nebo výrobků do stanovené polohy včetně vytyčení, montáže a zajištění polohy;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přirážky na vedení firmy a přiměřený zisk zhotovitele a všechny jeho režijní náklady;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zkoušky, testy, vzorky požadované zadávací dokumentací a TKP včetně nákladů na jejich pořízení a dopravu;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dílenskou a výrobní dokumentaci nebo pracovních výkresů, které zhotovitel potřebuje k provedení díla;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práva a náklady na přístupové a odvozové cesty, použité pozemky, dočasné zábory včetně uvedení do původního stavu;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zajištění plnění kvalitativních požadavků a dokladů o shodě s prvky interoperability;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speciální technologie, vyplývající z postupů výstavby a omezených možností při provádění díla oproti běžným technologiím (např. sanační stroj)</w:t>
      </w:r>
      <w:r w:rsidR="005F3789">
        <w:t>.</w:t>
      </w:r>
    </w:p>
    <w:p w:rsidR="005E07BA" w:rsidRDefault="005E07BA" w:rsidP="005F3789">
      <w:pPr>
        <w:pStyle w:val="Textbezslovn"/>
        <w:tabs>
          <w:tab w:val="num" w:pos="993"/>
        </w:tabs>
        <w:spacing w:before="60" w:after="0"/>
        <w:ind w:left="993" w:hanging="284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Pokud nejsou položky vyčleněny samostatně u jednotlivých SO a PS zahrne dodavatel do ceny díla: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geodetickou a koordinační činnost,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5F3789">
        <w:t xml:space="preserve">rozhodnutí </w:t>
      </w:r>
      <w:r w:rsidR="000B48A8" w:rsidRPr="005F3789">
        <w:t>Objednatele</w:t>
      </w:r>
      <w:r w:rsidRPr="005F3789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(struktura dat dle datového </w:t>
      </w:r>
      <w:r w:rsidRPr="005F3789">
        <w:t>předpisu XC4).</w:t>
      </w:r>
    </w:p>
    <w:p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5F3789">
        <w:t>Objednatelem</w:t>
      </w:r>
      <w:r w:rsidRPr="005F3789">
        <w:t xml:space="preserve"> k zabudování do Díla, potom se považují množství, sazby a ceny v</w:t>
      </w:r>
      <w:r>
        <w:t xml:space="preserve">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Start w:id="12" w:name="_GoBack"/>
      <w:bookmarkEnd w:id="2"/>
      <w:bookmarkEnd w:id="3"/>
      <w:bookmarkEnd w:id="4"/>
      <w:bookmarkEnd w:id="5"/>
      <w:bookmarkEnd w:id="12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DC3" w:rsidRDefault="00F35DC3" w:rsidP="00962258">
      <w:pPr>
        <w:spacing w:after="0" w:line="240" w:lineRule="auto"/>
      </w:pPr>
      <w:r>
        <w:separator/>
      </w:r>
    </w:p>
  </w:endnote>
  <w:endnote w:type="continuationSeparator" w:id="0">
    <w:p w:rsidR="00F35DC3" w:rsidRDefault="00F35DC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3E4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3E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5F3789" w:rsidP="00C87634">
          <w:pPr>
            <w:pStyle w:val="Zpatvlevo"/>
          </w:pPr>
          <w:fldSimple w:instr=" STYLEREF  _Název_akce  \* MERGEFORMAT ">
            <w:r w:rsidR="00843E44" w:rsidRPr="00843E44">
              <w:rPr>
                <w:b/>
                <w:bCs/>
                <w:noProof/>
              </w:rPr>
              <w:t>Výstavba PZS</w:t>
            </w:r>
            <w:r w:rsidR="00843E44">
              <w:rPr>
                <w:noProof/>
              </w:rPr>
              <w:t xml:space="preserve"> (P4374) v km 25,603 trati Lipová Lázně – Javorník ve Slezsku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5F3789" w:rsidP="00C87634">
          <w:pPr>
            <w:pStyle w:val="Zpatvpravo"/>
          </w:pPr>
          <w:fldSimple w:instr=" STYLEREF  _Název_akce  \* MERGEFORMAT ">
            <w:r w:rsidR="00843E44" w:rsidRPr="00843E44">
              <w:rPr>
                <w:b/>
                <w:bCs/>
                <w:noProof/>
              </w:rPr>
              <w:t>Výstavba PZS</w:t>
            </w:r>
            <w:r w:rsidR="00843E44">
              <w:rPr>
                <w:noProof/>
              </w:rPr>
              <w:t xml:space="preserve"> (P4374) v km 25,603 trati Lipová Lázně – Javorník ve Slezsku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3E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3E4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DC3" w:rsidRDefault="00F35DC3" w:rsidP="00962258">
      <w:pPr>
        <w:spacing w:after="0" w:line="240" w:lineRule="auto"/>
      </w:pPr>
      <w:r>
        <w:separator/>
      </w:r>
    </w:p>
  </w:footnote>
  <w:footnote w:type="continuationSeparator" w:id="0">
    <w:p w:rsidR="00F35DC3" w:rsidRDefault="00F35DC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DC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5F3789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3E44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35DC3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F607EF"/>
  <w14:defaultImageDpi w14:val="32767"/>
  <w15:docId w15:val="{2535BCAD-033D-4A2F-83EB-EC548157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F2E4999182436F9D2C3BAA3209B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8CDE6-C464-48DA-920D-89C44E5F5ECE}"/>
      </w:docPartPr>
      <w:docPartBody>
        <w:p w:rsidR="00A17C11" w:rsidRDefault="00A17C11">
          <w:pPr>
            <w:pStyle w:val="0AF2E4999182436F9D2C3BAA3209B91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C11"/>
    <w:rsid w:val="00A1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AF2E4999182436F9D2C3BAA3209B91C">
    <w:name w:val="0AF2E4999182436F9D2C3BAA3209B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54F53C-768E-44A3-B469-605466BF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8</TotalTime>
  <Pages>5</Pages>
  <Words>1894</Words>
  <Characters>11176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Srovnal Otakar, Ing.</dc:creator>
  <cp:lastModifiedBy>Srovnal Otakar, Ing.</cp:lastModifiedBy>
  <cp:revision>3</cp:revision>
  <cp:lastPrinted>2019-03-13T10:28:00Z</cp:lastPrinted>
  <dcterms:created xsi:type="dcterms:W3CDTF">2024-04-03T07:13:00Z</dcterms:created>
  <dcterms:modified xsi:type="dcterms:W3CDTF">2024-04-12T07:18:00Z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